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6505759E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Pr="00A72757">
        <w:rPr>
          <w:rStyle w:val="FootnoteReference"/>
          <w:rFonts w:ascii="Calibri" w:hAnsi="Calibri"/>
          <w:b/>
          <w:bCs/>
          <w:color w:val="00558C"/>
          <w:sz w:val="24"/>
          <w:szCs w:val="24"/>
        </w:rPr>
        <w:footnoteReference w:id="1"/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973B57" w:rsidRPr="00A72757">
        <w:rPr>
          <w:rFonts w:ascii="Calibri" w:hAnsi="Calibri"/>
          <w:color w:val="00558C"/>
          <w:sz w:val="24"/>
          <w:szCs w:val="24"/>
        </w:rPr>
        <w:t>XXXX</w:t>
      </w:r>
      <w:r w:rsidRPr="00A72757">
        <w:rPr>
          <w:rFonts w:ascii="Calibri" w:hAnsi="Calibri"/>
          <w:color w:val="00558C"/>
          <w:sz w:val="24"/>
          <w:szCs w:val="24"/>
        </w:rPr>
        <w:t>-n.n</w:t>
      </w:r>
      <w:r w:rsidR="00E558C3" w:rsidRPr="00A72757">
        <w:rPr>
          <w:rFonts w:ascii="Calibri" w:hAnsi="Calibri"/>
          <w:color w:val="00558C"/>
          <w:sz w:val="24"/>
          <w:szCs w:val="24"/>
        </w:rPr>
        <w:t>.n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5C281389" w:rsidR="0080294B" w:rsidRPr="00B0084A" w:rsidRDefault="00000000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915E81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6C24F4DC" w:rsidR="0080294B" w:rsidRPr="00B0084A" w:rsidRDefault="00000000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915E81">
            <w:rPr>
              <w:rFonts w:ascii="MS Gothic" w:eastAsia="MS Gothic" w:hAnsi="MS Gothic" w:cs="Arial" w:hint="eastAsia"/>
              <w:b/>
            </w:rPr>
            <w:t>☒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4DD25FD9" w14:textId="3F5E8B82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</w:p>
    <w:p w14:paraId="1AB3E246" w14:textId="24813DC2" w:rsidR="00A446C9" w:rsidRPr="007A395D" w:rsidRDefault="0080294B" w:rsidP="00007F3F">
      <w:pPr>
        <w:pStyle w:val="BodyText"/>
        <w:tabs>
          <w:tab w:val="left" w:pos="2835"/>
        </w:tabs>
        <w:ind w:left="3544" w:hanging="3544"/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007F3F">
        <w:rPr>
          <w:rFonts w:ascii="Calibri" w:hAnsi="Calibri"/>
        </w:rPr>
        <w:t>TASK 2.5.2</w:t>
      </w:r>
    </w:p>
    <w:p w14:paraId="760F2F86" w14:textId="61FA9047" w:rsidR="00622AC6" w:rsidRDefault="00362CD9" w:rsidP="00622AC6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007F3F">
        <w:rPr>
          <w:rFonts w:ascii="Calibri" w:hAnsi="Calibri"/>
        </w:rPr>
        <w:t>Peter Schneider</w:t>
      </w:r>
    </w:p>
    <w:p w14:paraId="44341B63" w14:textId="77777777" w:rsidR="00007F3F" w:rsidRDefault="00007F3F" w:rsidP="00007F3F">
      <w:pPr>
        <w:pStyle w:val="Title"/>
        <w:jc w:val="left"/>
      </w:pPr>
    </w:p>
    <w:p w14:paraId="0B39415C" w14:textId="35D27214" w:rsidR="00622AC6" w:rsidRDefault="00E268C0" w:rsidP="00007F3F">
      <w:pPr>
        <w:pStyle w:val="Title"/>
        <w:jc w:val="left"/>
      </w:pPr>
      <w:r w:rsidRPr="00E268C0">
        <w:t xml:space="preserve">new guideline on radar reflector (reflection) properties </w:t>
      </w:r>
    </w:p>
    <w:p w14:paraId="4834080C" w14:textId="340A2B1C" w:rsidR="00A446C9" w:rsidRPr="00605E43" w:rsidRDefault="00007F3F" w:rsidP="006860EE">
      <w:pPr>
        <w:pStyle w:val="Quotationparagraph"/>
      </w:pPr>
      <w:r w:rsidRPr="00007F3F">
        <w:t>Informing all ENG members about the status of the guide</w:t>
      </w:r>
      <w:r w:rsidR="00647BCE">
        <w:t>line and planned work during ENG 16</w:t>
      </w:r>
    </w:p>
    <w:p w14:paraId="2CC2DB54" w14:textId="7E003C4F" w:rsidR="009874F9" w:rsidRPr="009874F9" w:rsidRDefault="00A446C9" w:rsidP="009874F9">
      <w:pPr>
        <w:pStyle w:val="Heading1"/>
      </w:pPr>
      <w:r w:rsidRPr="00B661C7">
        <w:t>Summary</w:t>
      </w:r>
    </w:p>
    <w:p w14:paraId="415EE681" w14:textId="71EE30B8" w:rsidR="0020699E" w:rsidRDefault="0020699E" w:rsidP="00B56BDF">
      <w:pPr>
        <w:pStyle w:val="BodyText"/>
      </w:pPr>
      <w:r w:rsidRPr="0020699E">
        <w:t xml:space="preserve">The new guideline was fundamentally further developed </w:t>
      </w:r>
      <w:proofErr w:type="spellStart"/>
      <w:r w:rsidRPr="0020699E">
        <w:t>intersessionally</w:t>
      </w:r>
      <w:proofErr w:type="spellEnd"/>
      <w:r w:rsidRPr="0020699E">
        <w:t>. A lot of additional information, illustrations, etc. have been added. The task group is of the opinion that the final version is within reach. The goal is to have reached a st</w:t>
      </w:r>
      <w:r w:rsidR="00787660">
        <w:t>atus o</w:t>
      </w:r>
      <w:r w:rsidRPr="0020699E">
        <w:t xml:space="preserve">f completion after ENG16 that will allow </w:t>
      </w:r>
      <w:r>
        <w:t>c</w:t>
      </w:r>
      <w:r w:rsidRPr="0020699E">
        <w:t>ouncil approval and publication.</w:t>
      </w:r>
    </w:p>
    <w:p w14:paraId="6CCFEB15" w14:textId="0E492666" w:rsidR="00647BCE" w:rsidRDefault="00647BCE" w:rsidP="00B56BDF">
      <w:pPr>
        <w:pStyle w:val="BodyText"/>
      </w:pPr>
      <w:r w:rsidRPr="00647BCE">
        <w:t xml:space="preserve">The aim of the </w:t>
      </w:r>
      <w:r>
        <w:t>input paper</w:t>
      </w:r>
      <w:r w:rsidRPr="00647BCE">
        <w:t xml:space="preserve"> is to inform </w:t>
      </w:r>
      <w:r>
        <w:t xml:space="preserve">all ENG </w:t>
      </w:r>
      <w:r w:rsidRPr="00647BCE">
        <w:t xml:space="preserve">members about the </w:t>
      </w:r>
      <w:proofErr w:type="gramStart"/>
      <w:r w:rsidRPr="00647BCE">
        <w:t>current stat</w:t>
      </w:r>
      <w:r w:rsidR="00787660">
        <w:t>us</w:t>
      </w:r>
      <w:proofErr w:type="gramEnd"/>
      <w:r w:rsidRPr="00647BCE">
        <w:t xml:space="preserve"> of the guide</w:t>
      </w:r>
      <w:r>
        <w:t>line</w:t>
      </w:r>
      <w:r w:rsidRPr="00647BCE">
        <w:t xml:space="preserve">, with </w:t>
      </w:r>
      <w:r>
        <w:t>the</w:t>
      </w:r>
      <w:r w:rsidRPr="00647BCE">
        <w:t xml:space="preserve"> request for review, comments and </w:t>
      </w:r>
      <w:r>
        <w:t>additional input</w:t>
      </w:r>
      <w:r w:rsidRPr="00647BCE">
        <w:t xml:space="preserve"> if necessary.</w:t>
      </w:r>
    </w:p>
    <w:p w14:paraId="6A4B427A" w14:textId="1814D1D8" w:rsidR="00622AC6" w:rsidRDefault="00322F2B" w:rsidP="00322F2B">
      <w:pPr>
        <w:pStyle w:val="Heading1"/>
      </w:pPr>
      <w:r>
        <w:t>Work items</w:t>
      </w:r>
    </w:p>
    <w:p w14:paraId="4D648EB7" w14:textId="2F579C2D" w:rsidR="00915E81" w:rsidRDefault="00CA57A3" w:rsidP="00AA5B4E">
      <w:pPr>
        <w:pStyle w:val="BodyText"/>
        <w:spacing w:line="220" w:lineRule="exact"/>
        <w:rPr>
          <w:rFonts w:ascii="Calibri" w:hAnsi="Calibri"/>
        </w:rPr>
      </w:pPr>
      <w:r>
        <w:rPr>
          <w:rFonts w:ascii="Calibri" w:hAnsi="Calibri"/>
        </w:rPr>
        <w:t>G</w:t>
      </w:r>
      <w:r w:rsidR="00915E81">
        <w:rPr>
          <w:rFonts w:ascii="Calibri" w:hAnsi="Calibri"/>
        </w:rPr>
        <w:t xml:space="preserve">oals </w:t>
      </w:r>
      <w:r w:rsidR="00322F2B">
        <w:rPr>
          <w:rFonts w:ascii="Calibri" w:hAnsi="Calibri"/>
        </w:rPr>
        <w:t xml:space="preserve">for ENG16 </w:t>
      </w:r>
      <w:r w:rsidR="00915E81">
        <w:rPr>
          <w:rFonts w:ascii="Calibri" w:hAnsi="Calibri"/>
        </w:rPr>
        <w:t>are:</w:t>
      </w:r>
    </w:p>
    <w:p w14:paraId="4914219A" w14:textId="31FB2774" w:rsidR="00647BCE" w:rsidRDefault="00647BCE" w:rsidP="00647BCE">
      <w:pPr>
        <w:pStyle w:val="Bullet1"/>
      </w:pPr>
      <w:r>
        <w:t>F</w:t>
      </w:r>
      <w:r w:rsidRPr="00647BCE">
        <w:t xml:space="preserve">inalize </w:t>
      </w:r>
      <w:r>
        <w:t xml:space="preserve">the </w:t>
      </w:r>
      <w:r w:rsidRPr="00647BCE">
        <w:t xml:space="preserve">guideline </w:t>
      </w:r>
      <w:r>
        <w:t>to the stat</w:t>
      </w:r>
      <w:r w:rsidR="00787660">
        <w:t xml:space="preserve">us </w:t>
      </w:r>
      <w:r>
        <w:t>“</w:t>
      </w:r>
      <w:r w:rsidRPr="00647BCE">
        <w:t>ready for council approva</w:t>
      </w:r>
      <w:r>
        <w:t>l”</w:t>
      </w:r>
    </w:p>
    <w:p w14:paraId="463F452B" w14:textId="2C26B1BF" w:rsidR="008363C9" w:rsidRDefault="00647BCE" w:rsidP="00647BCE">
      <w:pPr>
        <w:pStyle w:val="Bullet1"/>
      </w:pPr>
      <w:r w:rsidRPr="00647BCE">
        <w:t>Review and approval by the plenary</w:t>
      </w:r>
      <w:r>
        <w:t xml:space="preserve"> during ENG 16</w:t>
      </w:r>
    </w:p>
    <w:p w14:paraId="2691BBB2" w14:textId="71688206" w:rsidR="0040780C" w:rsidRPr="0040780C" w:rsidRDefault="0040780C" w:rsidP="0040780C">
      <w:pPr>
        <w:pStyle w:val="Heading1"/>
      </w:pPr>
      <w:r w:rsidRPr="0040780C">
        <w:t>ACTION REQUESTED OF THE COMMITTEE</w:t>
      </w:r>
    </w:p>
    <w:p w14:paraId="2B1F4779" w14:textId="62487CCD" w:rsidR="00915E81" w:rsidRDefault="0040780C" w:rsidP="00647BCE">
      <w:pPr>
        <w:pStyle w:val="BodyText"/>
        <w:spacing w:line="220" w:lineRule="exact"/>
        <w:rPr>
          <w:rFonts w:ascii="Calibri" w:hAnsi="Calibri"/>
        </w:rPr>
      </w:pPr>
      <w:r w:rsidRPr="0040780C">
        <w:rPr>
          <w:rFonts w:ascii="Calibri" w:hAnsi="Calibri"/>
        </w:rPr>
        <w:t>The Committee is requested to</w:t>
      </w:r>
      <w:r w:rsidR="00647BCE">
        <w:rPr>
          <w:rFonts w:ascii="Calibri" w:hAnsi="Calibri"/>
        </w:rPr>
        <w:t xml:space="preserve"> t</w:t>
      </w:r>
      <w:r w:rsidRPr="0040780C">
        <w:rPr>
          <w:rFonts w:ascii="Calibri" w:hAnsi="Calibri"/>
        </w:rPr>
        <w:t>ake note of the intended work and support as much as possible.</w:t>
      </w:r>
    </w:p>
    <w:sectPr w:rsidR="00915E81" w:rsidSect="0082480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87E24" w14:textId="77777777" w:rsidR="00CF3AE2" w:rsidRDefault="00CF3AE2" w:rsidP="00362CD9">
      <w:r>
        <w:separator/>
      </w:r>
    </w:p>
  </w:endnote>
  <w:endnote w:type="continuationSeparator" w:id="0">
    <w:p w14:paraId="726B72B2" w14:textId="77777777" w:rsidR="00CF3AE2" w:rsidRDefault="00CF3AE2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95564" w14:textId="77777777" w:rsidR="003351C4" w:rsidRDefault="003351C4" w:rsidP="004533B7">
    <w:pPr>
      <w:pStyle w:val="Footerportrait"/>
    </w:pPr>
  </w:p>
  <w:p w14:paraId="50E06A6A" w14:textId="0648A878" w:rsidR="004533B7" w:rsidRPr="00C907DF" w:rsidRDefault="0045052E" w:rsidP="004533B7">
    <w:pPr>
      <w:pStyle w:val="Footerportrait"/>
    </w:pPr>
    <w:r>
      <w:fldChar w:fldCharType="begin"/>
    </w:r>
    <w:r>
      <w:instrText xml:space="preserve"> STYLEREF  Title  \* MERGEFORMAT </w:instrText>
    </w:r>
    <w:r>
      <w:fldChar w:fldCharType="end"/>
    </w:r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787660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E3AD" w14:textId="77777777" w:rsidR="00637047" w:rsidRDefault="00637047" w:rsidP="00637047">
    <w:pPr>
      <w:pStyle w:val="Footerportrait"/>
    </w:pPr>
    <w:r>
      <w:tab/>
    </w:r>
  </w:p>
  <w:p w14:paraId="3A693EAD" w14:textId="67751569" w:rsidR="00637047" w:rsidRPr="00C907DF" w:rsidRDefault="0045052E" w:rsidP="00637047">
    <w:pPr>
      <w:pStyle w:val="Footerportrait"/>
    </w:pPr>
    <w:r>
      <w:fldChar w:fldCharType="begin"/>
    </w:r>
    <w:r w:rsidRPr="00E268C0">
      <w:rPr>
        <w:lang w:val="de-DE"/>
      </w:rPr>
      <w:instrText xml:space="preserve"> STYLEREF  Title  \* MERGEFORMAT </w:instrText>
    </w:r>
    <w:r>
      <w:fldChar w:fldCharType="separate"/>
    </w:r>
    <w:r w:rsidR="0040780C">
      <w:rPr>
        <w:b w:val="0"/>
        <w:bCs/>
        <w:lang w:val="de-DE"/>
      </w:rPr>
      <w:t>Fehler! Verwenden Sie die Registerkarte 'Start', um Title dem Text zuzuweisen, der hier angezeigt werden soll.</w:t>
    </w:r>
    <w:r>
      <w:fldChar w:fldCharType="end"/>
    </w:r>
    <w:r w:rsidR="00637047" w:rsidRPr="00E268C0">
      <w:rPr>
        <w:lang w:val="de-DE"/>
      </w:rPr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40780C">
      <w:rPr>
        <w:rStyle w:val="PageNumber"/>
        <w:szCs w:val="15"/>
      </w:rPr>
      <w:t>1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809D6" w14:textId="77777777" w:rsidR="00CF3AE2" w:rsidRDefault="00CF3AE2" w:rsidP="00362CD9">
      <w:r>
        <w:separator/>
      </w:r>
    </w:p>
  </w:footnote>
  <w:footnote w:type="continuationSeparator" w:id="0">
    <w:p w14:paraId="494B79C1" w14:textId="77777777" w:rsidR="00CF3AE2" w:rsidRDefault="00CF3AE2" w:rsidP="00362CD9">
      <w:r>
        <w:continuationSeparator/>
      </w:r>
    </w:p>
  </w:footnote>
  <w:footnote w:id="1">
    <w:p w14:paraId="741FE09C" w14:textId="56CC54BF" w:rsidR="00420A38" w:rsidRPr="00C02DDD" w:rsidRDefault="00420A38">
      <w:pPr>
        <w:pStyle w:val="FootnoteText"/>
      </w:pPr>
      <w:r w:rsidRPr="00C02DDD">
        <w:footnoteRef/>
      </w:r>
      <w:r>
        <w:t xml:space="preserve"> </w:t>
      </w:r>
      <w:r w:rsidR="00EA5A97" w:rsidRPr="00C02DDD"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C02DDD">
        <w:footnoteRef/>
      </w:r>
      <w:r w:rsidRPr="00037DF4">
        <w:t xml:space="preserve"> </w:t>
      </w:r>
      <w:r w:rsidRPr="00C02DDD"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CAE2E27" w:rsidR="007C346C" w:rsidRDefault="007A395D" w:rsidP="007A395D">
    <w:pPr>
      <w:pStyle w:val="Header"/>
      <w:jc w:val="right"/>
    </w:pPr>
    <w:r>
      <w:rPr>
        <w:noProof/>
        <w:lang w:val="de-DE" w:eastAsia="de-DE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  <w:lang w:val="de-DE" w:eastAsia="de-DE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4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0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3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6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49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3097360">
    <w:abstractNumId w:val="7"/>
  </w:num>
  <w:num w:numId="2" w16cid:durableId="1438720730">
    <w:abstractNumId w:val="2"/>
  </w:num>
  <w:num w:numId="3" w16cid:durableId="140969527">
    <w:abstractNumId w:val="18"/>
  </w:num>
  <w:num w:numId="4" w16cid:durableId="1182889754">
    <w:abstractNumId w:val="41"/>
  </w:num>
  <w:num w:numId="5" w16cid:durableId="907306873">
    <w:abstractNumId w:val="31"/>
  </w:num>
  <w:num w:numId="6" w16cid:durableId="80372958">
    <w:abstractNumId w:val="11"/>
  </w:num>
  <w:num w:numId="7" w16cid:durableId="2053262056">
    <w:abstractNumId w:val="44"/>
  </w:num>
  <w:num w:numId="8" w16cid:durableId="1940092398">
    <w:abstractNumId w:val="26"/>
  </w:num>
  <w:num w:numId="9" w16cid:durableId="465857491">
    <w:abstractNumId w:val="20"/>
  </w:num>
  <w:num w:numId="10" w16cid:durableId="1078868768">
    <w:abstractNumId w:val="35"/>
  </w:num>
  <w:num w:numId="11" w16cid:durableId="589503393">
    <w:abstractNumId w:val="34"/>
  </w:num>
  <w:num w:numId="12" w16cid:durableId="332683701">
    <w:abstractNumId w:val="30"/>
  </w:num>
  <w:num w:numId="13" w16cid:durableId="263273073">
    <w:abstractNumId w:val="42"/>
  </w:num>
  <w:num w:numId="14" w16cid:durableId="1767925950">
    <w:abstractNumId w:val="16"/>
  </w:num>
  <w:num w:numId="15" w16cid:durableId="1772043680">
    <w:abstractNumId w:val="48"/>
  </w:num>
  <w:num w:numId="16" w16cid:durableId="1920939437">
    <w:abstractNumId w:val="29"/>
  </w:num>
  <w:num w:numId="17" w16cid:durableId="187647662">
    <w:abstractNumId w:val="17"/>
  </w:num>
  <w:num w:numId="18" w16cid:durableId="1276519540">
    <w:abstractNumId w:val="38"/>
  </w:num>
  <w:num w:numId="19" w16cid:durableId="1290163041">
    <w:abstractNumId w:val="29"/>
  </w:num>
  <w:num w:numId="20" w16cid:durableId="270669023">
    <w:abstractNumId w:val="29"/>
  </w:num>
  <w:num w:numId="21" w16cid:durableId="1382940720">
    <w:abstractNumId w:val="29"/>
  </w:num>
  <w:num w:numId="22" w16cid:durableId="373040526">
    <w:abstractNumId w:val="29"/>
  </w:num>
  <w:num w:numId="23" w16cid:durableId="1294605070">
    <w:abstractNumId w:val="39"/>
  </w:num>
  <w:num w:numId="24" w16cid:durableId="1552502559">
    <w:abstractNumId w:val="10"/>
  </w:num>
  <w:num w:numId="25" w16cid:durableId="710618724">
    <w:abstractNumId w:val="10"/>
  </w:num>
  <w:num w:numId="26" w16cid:durableId="967323951">
    <w:abstractNumId w:val="10"/>
  </w:num>
  <w:num w:numId="27" w16cid:durableId="1260866165">
    <w:abstractNumId w:val="22"/>
  </w:num>
  <w:num w:numId="28" w16cid:durableId="2003309390">
    <w:abstractNumId w:val="22"/>
  </w:num>
  <w:num w:numId="29" w16cid:durableId="271909694">
    <w:abstractNumId w:val="22"/>
  </w:num>
  <w:num w:numId="30" w16cid:durableId="1503158221">
    <w:abstractNumId w:val="22"/>
  </w:num>
  <w:num w:numId="31" w16cid:durableId="650450762">
    <w:abstractNumId w:val="22"/>
  </w:num>
  <w:num w:numId="32" w16cid:durableId="1883711345">
    <w:abstractNumId w:val="22"/>
  </w:num>
  <w:num w:numId="33" w16cid:durableId="1446120416">
    <w:abstractNumId w:val="36"/>
  </w:num>
  <w:num w:numId="34" w16cid:durableId="1528133209">
    <w:abstractNumId w:val="36"/>
  </w:num>
  <w:num w:numId="35" w16cid:durableId="1206142814">
    <w:abstractNumId w:val="36"/>
  </w:num>
  <w:num w:numId="36" w16cid:durableId="657656231">
    <w:abstractNumId w:val="27"/>
  </w:num>
  <w:num w:numId="37" w16cid:durableId="368458744">
    <w:abstractNumId w:val="16"/>
  </w:num>
  <w:num w:numId="38" w16cid:durableId="1925645866">
    <w:abstractNumId w:val="30"/>
  </w:num>
  <w:num w:numId="39" w16cid:durableId="849829657">
    <w:abstractNumId w:val="29"/>
  </w:num>
  <w:num w:numId="40" w16cid:durableId="17346245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09480453">
    <w:abstractNumId w:val="9"/>
  </w:num>
  <w:num w:numId="42" w16cid:durableId="5814472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7071076">
    <w:abstractNumId w:val="9"/>
  </w:num>
  <w:num w:numId="44" w16cid:durableId="2039962426">
    <w:abstractNumId w:val="28"/>
  </w:num>
  <w:num w:numId="45" w16cid:durableId="1887258034">
    <w:abstractNumId w:val="32"/>
  </w:num>
  <w:num w:numId="46" w16cid:durableId="1797866341">
    <w:abstractNumId w:val="49"/>
  </w:num>
  <w:num w:numId="47" w16cid:durableId="1797599621">
    <w:abstractNumId w:val="13"/>
  </w:num>
  <w:num w:numId="48" w16cid:durableId="249852357">
    <w:abstractNumId w:val="21"/>
  </w:num>
  <w:num w:numId="49" w16cid:durableId="465661615">
    <w:abstractNumId w:val="14"/>
  </w:num>
  <w:num w:numId="50" w16cid:durableId="910426690">
    <w:abstractNumId w:val="12"/>
  </w:num>
  <w:num w:numId="51" w16cid:durableId="1446803651">
    <w:abstractNumId w:val="19"/>
  </w:num>
  <w:num w:numId="52" w16cid:durableId="1702585801">
    <w:abstractNumId w:val="43"/>
  </w:num>
  <w:num w:numId="53" w16cid:durableId="1345791150">
    <w:abstractNumId w:val="46"/>
  </w:num>
  <w:num w:numId="54" w16cid:durableId="1027215523">
    <w:abstractNumId w:val="15"/>
  </w:num>
  <w:num w:numId="55" w16cid:durableId="248513918">
    <w:abstractNumId w:val="47"/>
  </w:num>
  <w:num w:numId="56" w16cid:durableId="892041770">
    <w:abstractNumId w:val="40"/>
  </w:num>
  <w:num w:numId="57" w16cid:durableId="1826236437">
    <w:abstractNumId w:val="25"/>
  </w:num>
  <w:num w:numId="58" w16cid:durableId="823933440">
    <w:abstractNumId w:val="8"/>
  </w:num>
  <w:num w:numId="59" w16cid:durableId="880941113">
    <w:abstractNumId w:val="6"/>
  </w:num>
  <w:num w:numId="60" w16cid:durableId="918321902">
    <w:abstractNumId w:val="5"/>
  </w:num>
  <w:num w:numId="61" w16cid:durableId="1551454165">
    <w:abstractNumId w:val="4"/>
  </w:num>
  <w:num w:numId="62" w16cid:durableId="1924677950">
    <w:abstractNumId w:val="3"/>
  </w:num>
  <w:num w:numId="63" w16cid:durableId="511727219">
    <w:abstractNumId w:val="1"/>
  </w:num>
  <w:num w:numId="64" w16cid:durableId="820342067">
    <w:abstractNumId w:val="0"/>
  </w:num>
  <w:num w:numId="65" w16cid:durableId="1651786514">
    <w:abstractNumId w:val="37"/>
  </w:num>
  <w:num w:numId="66" w16cid:durableId="911964120">
    <w:abstractNumId w:val="45"/>
  </w:num>
  <w:num w:numId="67" w16cid:durableId="858397224">
    <w:abstractNumId w:val="24"/>
  </w:num>
  <w:num w:numId="68" w16cid:durableId="7234076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237320503">
    <w:abstractNumId w:val="23"/>
  </w:num>
  <w:num w:numId="70" w16cid:durableId="12670750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73673225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740399451">
    <w:abstractNumId w:val="33"/>
  </w:num>
  <w:num w:numId="73" w16cid:durableId="35778010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07F3F"/>
    <w:rsid w:val="00036B9E"/>
    <w:rsid w:val="00037DF4"/>
    <w:rsid w:val="0004700E"/>
    <w:rsid w:val="00057FCA"/>
    <w:rsid w:val="00070C13"/>
    <w:rsid w:val="000715C9"/>
    <w:rsid w:val="00084F33"/>
    <w:rsid w:val="000A77A7"/>
    <w:rsid w:val="000B1707"/>
    <w:rsid w:val="000C1B3E"/>
    <w:rsid w:val="000C349E"/>
    <w:rsid w:val="00110203"/>
    <w:rsid w:val="00110AE7"/>
    <w:rsid w:val="001241C8"/>
    <w:rsid w:val="00177F4D"/>
    <w:rsid w:val="00180DDA"/>
    <w:rsid w:val="001B2A2D"/>
    <w:rsid w:val="001B737D"/>
    <w:rsid w:val="001C44A3"/>
    <w:rsid w:val="001C77BB"/>
    <w:rsid w:val="001E0E15"/>
    <w:rsid w:val="001F528A"/>
    <w:rsid w:val="001F704E"/>
    <w:rsid w:val="00201722"/>
    <w:rsid w:val="0020699E"/>
    <w:rsid w:val="002125B0"/>
    <w:rsid w:val="00221E08"/>
    <w:rsid w:val="00237D7C"/>
    <w:rsid w:val="00243228"/>
    <w:rsid w:val="00251483"/>
    <w:rsid w:val="00255CAA"/>
    <w:rsid w:val="0025741F"/>
    <w:rsid w:val="00264305"/>
    <w:rsid w:val="00286FEF"/>
    <w:rsid w:val="002A0346"/>
    <w:rsid w:val="002A0929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22F2B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54CB"/>
    <w:rsid w:val="003C7A2A"/>
    <w:rsid w:val="003D25A2"/>
    <w:rsid w:val="003D2DC1"/>
    <w:rsid w:val="003D69D0"/>
    <w:rsid w:val="003F2918"/>
    <w:rsid w:val="003F430E"/>
    <w:rsid w:val="0040780C"/>
    <w:rsid w:val="0041088C"/>
    <w:rsid w:val="0041230E"/>
    <w:rsid w:val="00420A38"/>
    <w:rsid w:val="00426DB3"/>
    <w:rsid w:val="00431B19"/>
    <w:rsid w:val="0045052E"/>
    <w:rsid w:val="004533B7"/>
    <w:rsid w:val="004661AD"/>
    <w:rsid w:val="004D1D85"/>
    <w:rsid w:val="004D3C3A"/>
    <w:rsid w:val="004E1CD1"/>
    <w:rsid w:val="004F7616"/>
    <w:rsid w:val="0050690E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22AC6"/>
    <w:rsid w:val="00635ADD"/>
    <w:rsid w:val="00637047"/>
    <w:rsid w:val="00647BCE"/>
    <w:rsid w:val="006652C3"/>
    <w:rsid w:val="006860EE"/>
    <w:rsid w:val="00691FD0"/>
    <w:rsid w:val="00692148"/>
    <w:rsid w:val="006A1A1E"/>
    <w:rsid w:val="006C5948"/>
    <w:rsid w:val="006E2121"/>
    <w:rsid w:val="006F2A74"/>
    <w:rsid w:val="007118F5"/>
    <w:rsid w:val="00712AA4"/>
    <w:rsid w:val="007146C4"/>
    <w:rsid w:val="00721AA1"/>
    <w:rsid w:val="007240FB"/>
    <w:rsid w:val="00724B67"/>
    <w:rsid w:val="007547F8"/>
    <w:rsid w:val="00765622"/>
    <w:rsid w:val="00770B6C"/>
    <w:rsid w:val="00774730"/>
    <w:rsid w:val="00783FEA"/>
    <w:rsid w:val="00787660"/>
    <w:rsid w:val="007926DC"/>
    <w:rsid w:val="007A395D"/>
    <w:rsid w:val="007C346C"/>
    <w:rsid w:val="007D63E3"/>
    <w:rsid w:val="0080294B"/>
    <w:rsid w:val="0082480E"/>
    <w:rsid w:val="008363C9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D1694"/>
    <w:rsid w:val="008D79CB"/>
    <w:rsid w:val="008E28CC"/>
    <w:rsid w:val="008F07BC"/>
    <w:rsid w:val="00904066"/>
    <w:rsid w:val="00915E81"/>
    <w:rsid w:val="0092692B"/>
    <w:rsid w:val="00943E9C"/>
    <w:rsid w:val="00953F4D"/>
    <w:rsid w:val="00960BB8"/>
    <w:rsid w:val="00964F5C"/>
    <w:rsid w:val="00973B57"/>
    <w:rsid w:val="009831C0"/>
    <w:rsid w:val="009874F9"/>
    <w:rsid w:val="0099161D"/>
    <w:rsid w:val="009C5F41"/>
    <w:rsid w:val="00A01B17"/>
    <w:rsid w:val="00A0389B"/>
    <w:rsid w:val="00A26017"/>
    <w:rsid w:val="00A446C9"/>
    <w:rsid w:val="00A56C33"/>
    <w:rsid w:val="00A635D6"/>
    <w:rsid w:val="00A72757"/>
    <w:rsid w:val="00A800A9"/>
    <w:rsid w:val="00A8553A"/>
    <w:rsid w:val="00A93AED"/>
    <w:rsid w:val="00AA5B4E"/>
    <w:rsid w:val="00AE1319"/>
    <w:rsid w:val="00AE34BB"/>
    <w:rsid w:val="00B0084A"/>
    <w:rsid w:val="00B0520E"/>
    <w:rsid w:val="00B226F2"/>
    <w:rsid w:val="00B274DF"/>
    <w:rsid w:val="00B351F6"/>
    <w:rsid w:val="00B50FCC"/>
    <w:rsid w:val="00B56BDF"/>
    <w:rsid w:val="00B65812"/>
    <w:rsid w:val="00B661C7"/>
    <w:rsid w:val="00B80530"/>
    <w:rsid w:val="00B85CD6"/>
    <w:rsid w:val="00B90A27"/>
    <w:rsid w:val="00B93C77"/>
    <w:rsid w:val="00B9554D"/>
    <w:rsid w:val="00BA4DA9"/>
    <w:rsid w:val="00BB2B9F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52A4D"/>
    <w:rsid w:val="00C6171E"/>
    <w:rsid w:val="00C865DF"/>
    <w:rsid w:val="00CA57A3"/>
    <w:rsid w:val="00CA6F2C"/>
    <w:rsid w:val="00CC79CE"/>
    <w:rsid w:val="00CF1871"/>
    <w:rsid w:val="00CF3AE2"/>
    <w:rsid w:val="00D019CE"/>
    <w:rsid w:val="00D1133E"/>
    <w:rsid w:val="00D17A34"/>
    <w:rsid w:val="00D26628"/>
    <w:rsid w:val="00D332B3"/>
    <w:rsid w:val="00D421CD"/>
    <w:rsid w:val="00D423E5"/>
    <w:rsid w:val="00D55207"/>
    <w:rsid w:val="00D60825"/>
    <w:rsid w:val="00D81801"/>
    <w:rsid w:val="00D92B45"/>
    <w:rsid w:val="00D95962"/>
    <w:rsid w:val="00DC389B"/>
    <w:rsid w:val="00DE2FEE"/>
    <w:rsid w:val="00E00BE9"/>
    <w:rsid w:val="00E04761"/>
    <w:rsid w:val="00E22A11"/>
    <w:rsid w:val="00E268C0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71ACC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A35398-A906-4FB5-B0CD-854C324E5A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61DBF3-FFC7-42F1-83C2-FCB9A327FE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</Template>
  <TotalTime>1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12</cp:revision>
  <dcterms:created xsi:type="dcterms:W3CDTF">2022-09-14T07:43:00Z</dcterms:created>
  <dcterms:modified xsi:type="dcterms:W3CDTF">2022-09-27T12:43:00Z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0x010100E8CDE179D9FB0342B17C099E752EB0FB</vt:lpwstr>
  </property>
  <property fmtid="{D5CDD505-2E9C-101B-9397-08002B2CF9AE}" pid="3" name="MediaServiceImageTags">
    <vt:lpwstr/>
  </property>
</Properties>
</file>